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5319DA3" w:rsidR="008145D7" w:rsidRDefault="008145D7" w:rsidP="00A95138">
      <w:r w:rsidRPr="00E867AB">
        <w:t xml:space="preserve">Příloha č. </w:t>
      </w:r>
      <w:r w:rsidR="00E867AB" w:rsidRPr="00E867AB">
        <w:t>5</w:t>
      </w:r>
      <w:r w:rsidRPr="00E867AB">
        <w:t xml:space="preserve"> </w:t>
      </w:r>
      <w:r w:rsidR="00910A74" w:rsidRPr="00E867AB">
        <w:rPr>
          <w:lang w:eastAsia="cs-CZ"/>
        </w:rPr>
        <w:t>Zadávací dokumentace</w:t>
      </w:r>
      <w:r w:rsidRPr="00E867AB">
        <w:t xml:space="preserve"> – </w:t>
      </w:r>
      <w:r w:rsidRPr="00E867AB">
        <w:rPr>
          <w:rStyle w:val="Tunpodbarven"/>
          <w:rFonts w:eastAsiaTheme="minorHAnsi"/>
        </w:rPr>
        <w:t>Účastník předloží p</w:t>
      </w:r>
      <w:r w:rsidR="00910A74" w:rsidRPr="00E867AB">
        <w:rPr>
          <w:rStyle w:val="Tunpodbarven"/>
          <w:rFonts w:eastAsiaTheme="minorHAnsi"/>
        </w:rPr>
        <w:t xml:space="preserve">ouze v případě postupu dle čl. </w:t>
      </w:r>
      <w:r w:rsidR="00E867AB" w:rsidRPr="00E867AB">
        <w:rPr>
          <w:rStyle w:val="Tunpodbarven"/>
          <w:rFonts w:eastAsiaTheme="minorHAnsi"/>
        </w:rPr>
        <w:t>23</w:t>
      </w:r>
      <w:r w:rsidR="00910A74" w:rsidRPr="00E867AB">
        <w:rPr>
          <w:rStyle w:val="Tunpodbarven"/>
          <w:rFonts w:eastAsiaTheme="minorHAnsi"/>
        </w:rPr>
        <w:t>.2. a</w:t>
      </w:r>
      <w:r w:rsidR="008F128C" w:rsidRPr="00E867AB">
        <w:rPr>
          <w:rStyle w:val="Tunpodbarven"/>
          <w:rFonts w:eastAsiaTheme="minorHAnsi"/>
        </w:rPr>
        <w:t xml:space="preserve"> </w:t>
      </w:r>
      <w:r w:rsidR="00E867AB" w:rsidRPr="00E867AB">
        <w:rPr>
          <w:rStyle w:val="Tunpodbarven"/>
          <w:rFonts w:eastAsiaTheme="minorHAnsi"/>
        </w:rPr>
        <w:t>23</w:t>
      </w:r>
      <w:r w:rsidRPr="00E867AB">
        <w:rPr>
          <w:rStyle w:val="Tunpodbarven"/>
          <w:rFonts w:eastAsiaTheme="minorHAnsi"/>
        </w:rPr>
        <w:t xml:space="preserve">.3 </w:t>
      </w:r>
      <w:r w:rsidR="00910A74" w:rsidRPr="00E867AB">
        <w:rPr>
          <w:rStyle w:val="Tunpodbarven"/>
          <w:rFonts w:eastAsiaTheme="minorHAnsi"/>
        </w:rPr>
        <w:t>Zadávací dokumentace</w:t>
      </w:r>
      <w:r w:rsidRPr="00E867AB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E867AB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E867AB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E867AB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E867AB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E867AB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E867AB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E867AB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E867AB">
        <w:rPr>
          <w:highlight w:val="green"/>
        </w:rPr>
        <w:t>]</w:t>
      </w:r>
    </w:p>
    <w:p w14:paraId="36F9CEA7" w14:textId="2B11C449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E867AB">
        <w:rPr>
          <w:rFonts w:eastAsia="Times New Roman" w:cs="Times New Roman"/>
          <w:lang w:eastAsia="cs-CZ"/>
        </w:rPr>
        <w:t xml:space="preserve">který podává nabídku na </w:t>
      </w:r>
      <w:r w:rsidR="00910A74" w:rsidRPr="00E867AB">
        <w:rPr>
          <w:rFonts w:eastAsia="Times New Roman" w:cs="Times New Roman"/>
          <w:lang w:eastAsia="cs-CZ"/>
        </w:rPr>
        <w:t>na</w:t>
      </w:r>
      <w:r w:rsidRPr="00E867AB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E867AB">
        <w:t>„</w:t>
      </w:r>
      <w:bookmarkEnd w:id="0"/>
      <w:r w:rsidR="00E867AB" w:rsidRPr="00E867AB">
        <w:rPr>
          <w:rStyle w:val="tun"/>
          <w:rFonts w:eastAsiaTheme="minorHAnsi"/>
        </w:rPr>
        <w:t>DWDM propoj pro Novou DMZ</w:t>
      </w:r>
      <w:r w:rsidRPr="00E867AB">
        <w:t>“</w:t>
      </w:r>
      <w:r w:rsidRPr="00E867AB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03B7690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E867AB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E867AB">
        <w:rPr>
          <w:highlight w:val="green"/>
        </w:rPr>
        <w:t>]</w:t>
      </w:r>
      <w:r>
        <w:t xml:space="preserve"> dne </w:t>
      </w:r>
      <w:r w:rsidR="00E75DFF" w:rsidRPr="00E867AB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E867AB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1A8C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73062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4D7F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D8A14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381BE" w14:textId="7F1EB59C" w:rsidR="00E867AB" w:rsidRDefault="00E867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15F5508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2E3081EE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A0EFA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18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37812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867A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937812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55D69D-0FBC-4376-9954-D4EDCDA4A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476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12</cp:revision>
  <cp:lastPrinted>2017-11-28T17:18:00Z</cp:lastPrinted>
  <dcterms:created xsi:type="dcterms:W3CDTF">2022-01-17T07:24:00Z</dcterms:created>
  <dcterms:modified xsi:type="dcterms:W3CDTF">2025-10-21T12:54:00Z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